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9501" w:type="dxa"/>
        <w:tblLook w:val="04A0" w:firstRow="1" w:lastRow="0" w:firstColumn="1" w:lastColumn="0" w:noHBand="0" w:noVBand="1"/>
      </w:tblPr>
      <w:tblGrid>
        <w:gridCol w:w="2375"/>
        <w:gridCol w:w="1873"/>
        <w:gridCol w:w="502"/>
        <w:gridCol w:w="154"/>
        <w:gridCol w:w="657"/>
        <w:gridCol w:w="656"/>
        <w:gridCol w:w="657"/>
        <w:gridCol w:w="251"/>
        <w:gridCol w:w="406"/>
        <w:gridCol w:w="656"/>
        <w:gridCol w:w="657"/>
        <w:gridCol w:w="657"/>
      </w:tblGrid>
      <w:tr w:rsidR="006D632A" w:rsidRPr="004B234F" w:rsidTr="00947F08">
        <w:tc>
          <w:tcPr>
            <w:tcW w:w="9501" w:type="dxa"/>
            <w:gridSpan w:val="1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632A" w:rsidRPr="004B234F" w:rsidRDefault="00C71808" w:rsidP="00FA10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sz w:val="20"/>
                <w:szCs w:val="20"/>
              </w:rPr>
              <w:t>BOLETIM DE VOTAÇÃO</w:t>
            </w:r>
            <w:r w:rsidR="001A2E5F" w:rsidRPr="004B234F">
              <w:rPr>
                <w:rFonts w:ascii="Arial" w:hAnsi="Arial" w:cs="Arial"/>
                <w:b/>
                <w:sz w:val="20"/>
                <w:szCs w:val="20"/>
              </w:rPr>
              <w:t xml:space="preserve"> NOMINAL</w:t>
            </w:r>
          </w:p>
        </w:tc>
      </w:tr>
      <w:tr w:rsidR="006D632A" w:rsidRPr="004B234F" w:rsidTr="00947F08">
        <w:trPr>
          <w:trHeight w:val="1361"/>
        </w:trPr>
        <w:tc>
          <w:tcPr>
            <w:tcW w:w="9501" w:type="dxa"/>
            <w:gridSpan w:val="1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52DBE" w:rsidRPr="00D87EDA" w:rsidRDefault="00452DBE" w:rsidP="00452DBE">
            <w:pPr>
              <w:pStyle w:val="Default"/>
              <w:spacing w:before="240" w:line="312" w:lineRule="auto"/>
              <w:ind w:left="11"/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D87ED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Projeto de Lei Complementar - Legislativo nº 01/2018</w:t>
            </w:r>
          </w:p>
          <w:p w:rsidR="00452DBE" w:rsidRPr="00D87EDA" w:rsidRDefault="00452DBE" w:rsidP="00452DBE">
            <w:pPr>
              <w:pStyle w:val="Default"/>
              <w:tabs>
                <w:tab w:val="left" w:pos="284"/>
              </w:tabs>
              <w:spacing w:line="312" w:lineRule="auto"/>
              <w:ind w:left="11"/>
              <w:jc w:val="both"/>
              <w:rPr>
                <w:rFonts w:ascii="Arial" w:hAnsi="Arial" w:cs="Arial"/>
                <w:caps/>
                <w:sz w:val="20"/>
                <w:szCs w:val="20"/>
              </w:rPr>
            </w:pPr>
            <w:r w:rsidRPr="00D87EDA">
              <w:rPr>
                <w:rFonts w:ascii="Arial" w:hAnsi="Arial" w:cs="Arial"/>
                <w:caps/>
                <w:sz w:val="20"/>
                <w:szCs w:val="20"/>
              </w:rPr>
              <w:t>Altera a redação do artigo 62 da Lei Complementar nº 68, de 17 de novembro de 2008, que dispõe sobre o Código de Normas, Posturas e Instalações Municipais, relativamente à venda de bebidas em recipientes de vidro.</w:t>
            </w:r>
          </w:p>
          <w:p w:rsidR="006D632A" w:rsidRPr="004B234F" w:rsidRDefault="00452DBE" w:rsidP="00452DBE">
            <w:pPr>
              <w:pStyle w:val="Default"/>
              <w:spacing w:line="312" w:lineRule="auto"/>
              <w:ind w:lef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87EDA">
              <w:rPr>
                <w:rFonts w:ascii="Arial" w:hAnsi="Arial" w:cs="Arial"/>
                <w:caps/>
                <w:sz w:val="20"/>
                <w:szCs w:val="20"/>
              </w:rPr>
              <w:t>autoria: vereador paulinho dos condutores.</w:t>
            </w:r>
          </w:p>
        </w:tc>
      </w:tr>
      <w:tr w:rsidR="003B1DF5" w:rsidRPr="004B234F" w:rsidTr="003B1DF5">
        <w:trPr>
          <w:trHeight w:val="420"/>
        </w:trPr>
        <w:tc>
          <w:tcPr>
            <w:tcW w:w="424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B1DF5" w:rsidRPr="004B234F" w:rsidRDefault="003B1DF5" w:rsidP="00C718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>Vereadores</w:t>
            </w:r>
          </w:p>
        </w:tc>
        <w:tc>
          <w:tcPr>
            <w:tcW w:w="2626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B1DF5" w:rsidRPr="004B234F" w:rsidRDefault="003B1DF5" w:rsidP="00EC17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sz w:val="20"/>
                <w:szCs w:val="20"/>
              </w:rPr>
              <w:t>1ª Votação</w:t>
            </w:r>
          </w:p>
        </w:tc>
        <w:tc>
          <w:tcPr>
            <w:tcW w:w="2627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B1DF5" w:rsidRPr="004B234F" w:rsidRDefault="003B1DF5" w:rsidP="006D63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sz w:val="20"/>
                <w:szCs w:val="20"/>
              </w:rPr>
              <w:t>2ª Votação</w:t>
            </w:r>
          </w:p>
        </w:tc>
      </w:tr>
      <w:tr w:rsidR="00EC1765" w:rsidRPr="004B234F" w:rsidTr="006222B4">
        <w:trPr>
          <w:cantSplit/>
          <w:trHeight w:val="1191"/>
        </w:trPr>
        <w:tc>
          <w:tcPr>
            <w:tcW w:w="4248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C718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EC1765" w:rsidRPr="004B234F" w:rsidRDefault="00EC1765" w:rsidP="00FA1016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>Favor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EC1765" w:rsidRPr="004B234F" w:rsidRDefault="00EC1765" w:rsidP="00FA1016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>Contrário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EC1765" w:rsidRPr="004B234F" w:rsidRDefault="00EC1765" w:rsidP="00FA1016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>Abstenção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EC1765" w:rsidRPr="004B234F" w:rsidRDefault="00EC1765" w:rsidP="00FA1016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>Ausente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EC1765" w:rsidRPr="004B234F" w:rsidRDefault="00EC1765" w:rsidP="00FA1016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>Favor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EC1765" w:rsidRPr="004B234F" w:rsidRDefault="00EC1765" w:rsidP="00FA1016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>Contrário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EC1765" w:rsidRPr="004B234F" w:rsidRDefault="00EC1765" w:rsidP="00FA1016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>Abstenção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EC1765" w:rsidRPr="004B234F" w:rsidRDefault="00EC1765" w:rsidP="00FA1016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>Ausente</w:t>
            </w:r>
          </w:p>
        </w:tc>
      </w:tr>
      <w:tr w:rsidR="00EC1765" w:rsidRPr="004B234F" w:rsidTr="00EC1765">
        <w:trPr>
          <w:trHeight w:hRule="exact" w:val="397"/>
        </w:trPr>
        <w:tc>
          <w:tcPr>
            <w:tcW w:w="4248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sz w:val="20"/>
                <w:szCs w:val="20"/>
              </w:rPr>
              <w:t>ABNER DE MADUREIRA</w:t>
            </w:r>
          </w:p>
        </w:tc>
        <w:tc>
          <w:tcPr>
            <w:tcW w:w="656" w:type="dxa"/>
            <w:gridSpan w:val="2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7E3E6D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656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EC1765" w:rsidRPr="004B234F" w:rsidTr="00EC1765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sz w:val="20"/>
                <w:szCs w:val="20"/>
              </w:rPr>
              <w:t>ADERBAL SODRÉ</w:t>
            </w:r>
          </w:p>
        </w:tc>
        <w:tc>
          <w:tcPr>
            <w:tcW w:w="656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7A074A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EC1765" w:rsidRPr="004B234F" w:rsidTr="00EC1765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sz w:val="20"/>
                <w:szCs w:val="20"/>
              </w:rPr>
              <w:t>ARILDO BATISTA</w:t>
            </w:r>
          </w:p>
        </w:tc>
        <w:tc>
          <w:tcPr>
            <w:tcW w:w="656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401ED9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EC1765" w:rsidRPr="004B234F" w:rsidTr="00EC1765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sz w:val="20"/>
                <w:szCs w:val="20"/>
              </w:rPr>
              <w:t>FERNANDO DA ÓTICA ORIGINAL</w:t>
            </w:r>
          </w:p>
        </w:tc>
        <w:tc>
          <w:tcPr>
            <w:tcW w:w="656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7E3E6D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EC1765" w:rsidRPr="004B234F" w:rsidTr="00EC1765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B14552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sz w:val="20"/>
                <w:szCs w:val="20"/>
              </w:rPr>
              <w:t>JUAREZ ARAÚJO</w:t>
            </w:r>
          </w:p>
        </w:tc>
        <w:tc>
          <w:tcPr>
            <w:tcW w:w="656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B14552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452DBE" w:rsidP="00B14552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B14552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B14552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B14552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B14552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B14552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B14552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EC1765" w:rsidRPr="004B234F" w:rsidTr="00E208BB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1765" w:rsidRPr="004B234F" w:rsidRDefault="00EC1765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b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sz w:val="20"/>
                <w:szCs w:val="20"/>
              </w:rPr>
              <w:t>LUCIMAR PONCIANO</w:t>
            </w:r>
          </w:p>
        </w:tc>
        <w:tc>
          <w:tcPr>
            <w:tcW w:w="656" w:type="dxa"/>
            <w:gridSpan w:val="2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765" w:rsidRPr="004B234F" w:rsidRDefault="007A074A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EC1765" w:rsidRPr="004B234F" w:rsidTr="00EC1765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sz w:val="20"/>
                <w:szCs w:val="20"/>
              </w:rPr>
              <w:t>LUÍS FLÁVIO (FLAVINHO)</w:t>
            </w:r>
          </w:p>
        </w:tc>
        <w:tc>
          <w:tcPr>
            <w:tcW w:w="656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7A074A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EC1765" w:rsidRPr="004B234F" w:rsidTr="00EC1765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sz w:val="20"/>
                <w:szCs w:val="20"/>
              </w:rPr>
              <w:t>DRA. MÁRCIA SANTOS</w:t>
            </w:r>
          </w:p>
        </w:tc>
        <w:tc>
          <w:tcPr>
            <w:tcW w:w="656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7A074A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EC1765" w:rsidRPr="004B234F" w:rsidTr="00EC1765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sz w:val="20"/>
                <w:szCs w:val="20"/>
              </w:rPr>
              <w:t>PAULINHO DO ESPORTE</w:t>
            </w:r>
          </w:p>
        </w:tc>
        <w:tc>
          <w:tcPr>
            <w:tcW w:w="656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7A074A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EC1765" w:rsidRPr="004B234F" w:rsidTr="00EC1765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sz w:val="20"/>
                <w:szCs w:val="20"/>
              </w:rPr>
              <w:t>PAULINHO DOS CONDUTORES</w:t>
            </w:r>
          </w:p>
        </w:tc>
        <w:tc>
          <w:tcPr>
            <w:tcW w:w="656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7A074A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EC1765" w:rsidRPr="004B234F" w:rsidTr="00EC1765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sz w:val="20"/>
                <w:szCs w:val="20"/>
              </w:rPr>
              <w:t>DR. RODRIGO SALOMON</w:t>
            </w:r>
          </w:p>
        </w:tc>
        <w:tc>
          <w:tcPr>
            <w:tcW w:w="656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7A074A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EC1765" w:rsidRPr="004B234F" w:rsidTr="00EC1765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sz w:val="20"/>
                <w:szCs w:val="20"/>
              </w:rPr>
              <w:t>SÔNIA PATAS DA AMIZADE</w:t>
            </w:r>
          </w:p>
        </w:tc>
        <w:tc>
          <w:tcPr>
            <w:tcW w:w="656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7A074A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EC1765" w:rsidRPr="004B234F" w:rsidTr="00EC1765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FA1016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sz w:val="20"/>
                <w:szCs w:val="20"/>
              </w:rPr>
              <w:t>VALMIR DO PARQUE MEIA LUA</w:t>
            </w:r>
          </w:p>
        </w:tc>
        <w:tc>
          <w:tcPr>
            <w:tcW w:w="656" w:type="dxa"/>
            <w:gridSpan w:val="2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7A074A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65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gridSpan w:val="2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1765" w:rsidRPr="004B234F" w:rsidRDefault="00EC1765" w:rsidP="00947F0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C71808" w:rsidRPr="004B234F" w:rsidTr="00DA5A2B">
        <w:trPr>
          <w:trHeight w:val="340"/>
        </w:trPr>
        <w:tc>
          <w:tcPr>
            <w:tcW w:w="9501" w:type="dxa"/>
            <w:gridSpan w:val="1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C71808" w:rsidRPr="004B234F" w:rsidRDefault="00C71808" w:rsidP="00FA10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808" w:rsidRPr="004B234F" w:rsidTr="00DA5A2B">
        <w:trPr>
          <w:trHeight w:hRule="exact" w:val="397"/>
        </w:trPr>
        <w:tc>
          <w:tcPr>
            <w:tcW w:w="9501" w:type="dxa"/>
            <w:gridSpan w:val="1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71808" w:rsidRPr="004B234F" w:rsidRDefault="00C71808" w:rsidP="002364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sz w:val="20"/>
                <w:szCs w:val="20"/>
              </w:rPr>
              <w:t>APURAÇÃO</w:t>
            </w:r>
          </w:p>
        </w:tc>
      </w:tr>
      <w:tr w:rsidR="00236416" w:rsidRPr="004B234F" w:rsidTr="003B1DF5">
        <w:trPr>
          <w:trHeight w:val="397"/>
        </w:trPr>
        <w:tc>
          <w:tcPr>
            <w:tcW w:w="23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36416" w:rsidRPr="004B234F" w:rsidRDefault="00236416" w:rsidP="002364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0" w:type="dxa"/>
            <w:gridSpan w:val="7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36416" w:rsidRPr="004B234F" w:rsidRDefault="00236416" w:rsidP="002364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>Votos</w:t>
            </w:r>
          </w:p>
        </w:tc>
        <w:tc>
          <w:tcPr>
            <w:tcW w:w="2376" w:type="dxa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6416" w:rsidRPr="004B234F" w:rsidRDefault="00236416" w:rsidP="002364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>Resultado</w:t>
            </w:r>
          </w:p>
        </w:tc>
      </w:tr>
      <w:tr w:rsidR="00236416" w:rsidRPr="004B234F" w:rsidTr="003B1DF5">
        <w:trPr>
          <w:trHeight w:val="397"/>
        </w:trPr>
        <w:tc>
          <w:tcPr>
            <w:tcW w:w="2375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3B1DF5" w:rsidRPr="004B234F" w:rsidRDefault="003B1DF5" w:rsidP="003B1D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sz w:val="20"/>
                <w:szCs w:val="20"/>
              </w:rPr>
              <w:t>1ª VOTAÇÃO</w:t>
            </w:r>
          </w:p>
        </w:tc>
        <w:tc>
          <w:tcPr>
            <w:tcW w:w="2375" w:type="dxa"/>
            <w:gridSpan w:val="2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36416" w:rsidRPr="004B234F" w:rsidRDefault="00236416" w:rsidP="00236416">
            <w:pPr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>Favoráveis =</w:t>
            </w:r>
            <w:r w:rsidR="00AD430F" w:rsidRPr="004B23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074A" w:rsidRPr="004B234F">
              <w:rPr>
                <w:rFonts w:ascii="Arial" w:hAnsi="Arial" w:cs="Arial"/>
                <w:sz w:val="20"/>
                <w:szCs w:val="20"/>
              </w:rPr>
              <w:t>1</w:t>
            </w:r>
            <w:r w:rsidR="007E3E6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75" w:type="dxa"/>
            <w:gridSpan w:val="5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36416" w:rsidRPr="004B234F" w:rsidRDefault="00236416" w:rsidP="00236416">
            <w:pPr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>Contrários =</w:t>
            </w:r>
            <w:r w:rsidR="00AD430F" w:rsidRPr="004B23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3E6D">
              <w:rPr>
                <w:rFonts w:ascii="Arial" w:hAnsi="Arial" w:cs="Arial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2376" w:type="dxa"/>
            <w:gridSpan w:val="4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236416" w:rsidRPr="004B234F" w:rsidRDefault="007A074A" w:rsidP="009032BC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caps/>
                <w:sz w:val="20"/>
                <w:szCs w:val="20"/>
              </w:rPr>
              <w:t>APROVADO</w:t>
            </w:r>
          </w:p>
        </w:tc>
      </w:tr>
      <w:tr w:rsidR="00236416" w:rsidRPr="004B234F" w:rsidTr="003B1DF5">
        <w:trPr>
          <w:trHeight w:val="397"/>
        </w:trPr>
        <w:tc>
          <w:tcPr>
            <w:tcW w:w="2375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36416" w:rsidRPr="004B234F" w:rsidRDefault="003B1DF5" w:rsidP="00452DBE">
            <w:pPr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>Data:</w:t>
            </w:r>
            <w:r w:rsidR="000E0F94" w:rsidRPr="004B23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2DBE">
              <w:rPr>
                <w:rFonts w:ascii="Arial" w:hAnsi="Arial" w:cs="Arial"/>
                <w:sz w:val="20"/>
                <w:szCs w:val="20"/>
              </w:rPr>
              <w:t>28/03/2018</w:t>
            </w:r>
          </w:p>
        </w:tc>
        <w:tc>
          <w:tcPr>
            <w:tcW w:w="2375" w:type="dxa"/>
            <w:gridSpan w:val="2"/>
            <w:tcBorders>
              <w:top w:val="nil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236416" w:rsidRPr="004B234F" w:rsidRDefault="00236416" w:rsidP="00236416">
            <w:pPr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>Abstenções = 0</w:t>
            </w:r>
          </w:p>
        </w:tc>
        <w:tc>
          <w:tcPr>
            <w:tcW w:w="2375" w:type="dxa"/>
            <w:gridSpan w:val="5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236416" w:rsidRPr="004B234F" w:rsidRDefault="00236416" w:rsidP="00236416">
            <w:pPr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>Ausências = 0</w:t>
            </w:r>
          </w:p>
        </w:tc>
        <w:tc>
          <w:tcPr>
            <w:tcW w:w="2376" w:type="dxa"/>
            <w:gridSpan w:val="4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36416" w:rsidRPr="004B234F" w:rsidRDefault="00236416" w:rsidP="002364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41472" w:rsidRPr="004B234F" w:rsidTr="003B1DF5">
        <w:trPr>
          <w:trHeight w:val="397"/>
        </w:trPr>
        <w:tc>
          <w:tcPr>
            <w:tcW w:w="23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941472" w:rsidRPr="004B234F" w:rsidRDefault="00941472" w:rsidP="003B1D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0" w:type="dxa"/>
            <w:gridSpan w:val="7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941472" w:rsidRPr="004B234F" w:rsidRDefault="00941472" w:rsidP="00DB13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>Votos</w:t>
            </w:r>
          </w:p>
        </w:tc>
        <w:tc>
          <w:tcPr>
            <w:tcW w:w="2376" w:type="dxa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41472" w:rsidRPr="004B234F" w:rsidRDefault="00941472" w:rsidP="00DB13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>Resultado</w:t>
            </w:r>
          </w:p>
        </w:tc>
      </w:tr>
      <w:tr w:rsidR="00941472" w:rsidRPr="004B234F" w:rsidTr="003B1DF5">
        <w:trPr>
          <w:trHeight w:val="397"/>
        </w:trPr>
        <w:tc>
          <w:tcPr>
            <w:tcW w:w="2375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941472" w:rsidRPr="004B234F" w:rsidRDefault="003B1DF5" w:rsidP="003B1DF5">
            <w:pPr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b/>
                <w:sz w:val="20"/>
                <w:szCs w:val="20"/>
              </w:rPr>
              <w:t>2ª VOTAÇÃO</w:t>
            </w:r>
          </w:p>
        </w:tc>
        <w:tc>
          <w:tcPr>
            <w:tcW w:w="2375" w:type="dxa"/>
            <w:gridSpan w:val="2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41472" w:rsidRPr="004B234F" w:rsidRDefault="00941472" w:rsidP="00827934">
            <w:pPr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 xml:space="preserve">Favoráveis = </w:t>
            </w:r>
          </w:p>
        </w:tc>
        <w:tc>
          <w:tcPr>
            <w:tcW w:w="2375" w:type="dxa"/>
            <w:gridSpan w:val="5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1472" w:rsidRPr="004B234F" w:rsidRDefault="00941472" w:rsidP="00DB13CB">
            <w:pPr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 xml:space="preserve">Contrários = </w:t>
            </w:r>
          </w:p>
        </w:tc>
        <w:tc>
          <w:tcPr>
            <w:tcW w:w="2376" w:type="dxa"/>
            <w:gridSpan w:val="4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941472" w:rsidRPr="004B234F" w:rsidRDefault="00941472" w:rsidP="00DB13CB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941472" w:rsidRPr="004B234F" w:rsidTr="003B1DF5">
        <w:trPr>
          <w:trHeight w:val="397"/>
        </w:trPr>
        <w:tc>
          <w:tcPr>
            <w:tcW w:w="2375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941472" w:rsidRPr="004B234F" w:rsidRDefault="003B1DF5" w:rsidP="004B234F">
            <w:pPr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>Data:</w:t>
            </w:r>
            <w:r w:rsidR="00452DBE">
              <w:rPr>
                <w:rFonts w:ascii="Arial" w:hAnsi="Arial" w:cs="Arial"/>
                <w:sz w:val="20"/>
                <w:szCs w:val="20"/>
              </w:rPr>
              <w:t xml:space="preserve"> 04/04/2018</w:t>
            </w:r>
          </w:p>
        </w:tc>
        <w:tc>
          <w:tcPr>
            <w:tcW w:w="2375" w:type="dxa"/>
            <w:gridSpan w:val="2"/>
            <w:tcBorders>
              <w:top w:val="nil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941472" w:rsidRPr="004B234F" w:rsidRDefault="00941472" w:rsidP="00DB13CB">
            <w:pPr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 xml:space="preserve">Abstenções = </w:t>
            </w:r>
          </w:p>
        </w:tc>
        <w:tc>
          <w:tcPr>
            <w:tcW w:w="2375" w:type="dxa"/>
            <w:gridSpan w:val="5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941472" w:rsidRPr="004B234F" w:rsidRDefault="00941472" w:rsidP="00DB13CB">
            <w:pPr>
              <w:rPr>
                <w:rFonts w:ascii="Arial" w:hAnsi="Arial" w:cs="Arial"/>
                <w:sz w:val="20"/>
                <w:szCs w:val="20"/>
              </w:rPr>
            </w:pPr>
            <w:r w:rsidRPr="004B234F">
              <w:rPr>
                <w:rFonts w:ascii="Arial" w:hAnsi="Arial" w:cs="Arial"/>
                <w:sz w:val="20"/>
                <w:szCs w:val="20"/>
              </w:rPr>
              <w:t xml:space="preserve">Ausências = </w:t>
            </w:r>
          </w:p>
        </w:tc>
        <w:tc>
          <w:tcPr>
            <w:tcW w:w="2376" w:type="dxa"/>
            <w:gridSpan w:val="4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41472" w:rsidRPr="004B234F" w:rsidRDefault="00941472" w:rsidP="00DB13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208BB" w:rsidRPr="004B234F" w:rsidRDefault="00827934" w:rsidP="006222B4">
      <w:pPr>
        <w:spacing w:before="120"/>
        <w:rPr>
          <w:rFonts w:ascii="Arial" w:hAnsi="Arial" w:cs="Arial"/>
          <w:sz w:val="20"/>
          <w:szCs w:val="20"/>
        </w:rPr>
      </w:pPr>
      <w:r w:rsidRPr="004B234F">
        <w:rPr>
          <w:rFonts w:ascii="Arial" w:hAnsi="Arial" w:cs="Arial"/>
          <w:sz w:val="20"/>
          <w:szCs w:val="20"/>
        </w:rPr>
        <w:t xml:space="preserve">* </w:t>
      </w:r>
      <w:r w:rsidR="00E208BB" w:rsidRPr="004B234F">
        <w:rPr>
          <w:rFonts w:ascii="Arial" w:hAnsi="Arial" w:cs="Arial"/>
          <w:sz w:val="20"/>
          <w:szCs w:val="20"/>
        </w:rPr>
        <w:t>M</w:t>
      </w:r>
      <w:r w:rsidRPr="004B234F">
        <w:rPr>
          <w:rFonts w:ascii="Arial" w:hAnsi="Arial" w:cs="Arial"/>
          <w:sz w:val="20"/>
          <w:szCs w:val="20"/>
        </w:rPr>
        <w:t xml:space="preserve">aioria </w:t>
      </w:r>
      <w:r w:rsidR="00E208BB" w:rsidRPr="004B234F">
        <w:rPr>
          <w:rFonts w:ascii="Arial" w:hAnsi="Arial" w:cs="Arial"/>
          <w:sz w:val="20"/>
          <w:szCs w:val="20"/>
        </w:rPr>
        <w:t>absoluta para aprovação (7 votos</w:t>
      </w:r>
      <w:r w:rsidR="003005DE">
        <w:rPr>
          <w:rFonts w:ascii="Arial" w:hAnsi="Arial" w:cs="Arial"/>
          <w:sz w:val="20"/>
          <w:szCs w:val="20"/>
        </w:rPr>
        <w:t xml:space="preserve"> favoráveis). RI, 122, § 2º, II; </w:t>
      </w:r>
      <w:proofErr w:type="spellStart"/>
      <w:r w:rsidR="003005DE">
        <w:rPr>
          <w:rFonts w:ascii="Arial" w:hAnsi="Arial" w:cs="Arial"/>
          <w:sz w:val="20"/>
          <w:szCs w:val="20"/>
        </w:rPr>
        <w:t>LOM</w:t>
      </w:r>
      <w:proofErr w:type="spellEnd"/>
      <w:r w:rsidR="003005DE">
        <w:rPr>
          <w:rFonts w:ascii="Arial" w:hAnsi="Arial" w:cs="Arial"/>
          <w:sz w:val="20"/>
          <w:szCs w:val="20"/>
        </w:rPr>
        <w:t>, 39.</w:t>
      </w:r>
    </w:p>
    <w:p w:rsidR="00A51064" w:rsidRPr="004B234F" w:rsidRDefault="00E208BB" w:rsidP="006222B4">
      <w:pPr>
        <w:spacing w:before="120"/>
        <w:rPr>
          <w:rFonts w:ascii="Arial" w:hAnsi="Arial" w:cs="Arial"/>
          <w:sz w:val="20"/>
          <w:szCs w:val="20"/>
        </w:rPr>
      </w:pPr>
      <w:r w:rsidRPr="004B234F">
        <w:rPr>
          <w:rFonts w:ascii="Arial" w:hAnsi="Arial" w:cs="Arial"/>
          <w:sz w:val="20"/>
          <w:szCs w:val="20"/>
        </w:rPr>
        <w:t>*</w:t>
      </w:r>
      <w:r w:rsidR="006222B4" w:rsidRPr="004B234F">
        <w:rPr>
          <w:rFonts w:ascii="Arial" w:hAnsi="Arial" w:cs="Arial"/>
          <w:sz w:val="20"/>
          <w:szCs w:val="20"/>
        </w:rPr>
        <w:t xml:space="preserve"> Presidente </w:t>
      </w:r>
      <w:r w:rsidRPr="004B234F">
        <w:rPr>
          <w:rFonts w:ascii="Arial" w:hAnsi="Arial" w:cs="Arial"/>
          <w:sz w:val="20"/>
          <w:szCs w:val="20"/>
        </w:rPr>
        <w:t xml:space="preserve">tem </w:t>
      </w:r>
      <w:r w:rsidR="006222B4" w:rsidRPr="004B234F">
        <w:rPr>
          <w:rFonts w:ascii="Arial" w:hAnsi="Arial" w:cs="Arial"/>
          <w:sz w:val="20"/>
          <w:szCs w:val="20"/>
        </w:rPr>
        <w:t>direito a voto</w:t>
      </w:r>
      <w:r w:rsidRPr="004B234F">
        <w:rPr>
          <w:rFonts w:ascii="Arial" w:hAnsi="Arial" w:cs="Arial"/>
          <w:sz w:val="20"/>
          <w:szCs w:val="20"/>
        </w:rPr>
        <w:t>. RI, 25, II.</w:t>
      </w:r>
    </w:p>
    <w:sectPr w:rsidR="00A51064" w:rsidRPr="004B234F" w:rsidSect="00FA1016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134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4BE" w:rsidRDefault="001144BE">
      <w:r>
        <w:separator/>
      </w:r>
    </w:p>
  </w:endnote>
  <w:endnote w:type="continuationSeparator" w:id="0">
    <w:p w:rsidR="001144BE" w:rsidRDefault="00114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4BE" w:rsidRDefault="001144BE">
      <w:r>
        <w:separator/>
      </w:r>
    </w:p>
  </w:footnote>
  <w:footnote w:type="continuationSeparator" w:id="0">
    <w:p w:rsidR="001144BE" w:rsidRDefault="00114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A349F1" w:rsidP="007E3F69">
    <w:pPr>
      <w:tabs>
        <w:tab w:val="left" w:pos="2835"/>
      </w:tabs>
      <w:jc w:val="right"/>
      <w:rPr>
        <w:sz w:val="20"/>
        <w:szCs w:val="20"/>
      </w:rPr>
    </w:pPr>
    <w:proofErr w:type="gramStart"/>
    <w:r w:rsidRPr="00317C1A">
      <w:rPr>
        <w:rFonts w:ascii="Arial" w:hAnsi="Arial" w:cs="Arial"/>
        <w:b/>
        <w:sz w:val="20"/>
        <w:szCs w:val="20"/>
        <w:u w:val="single"/>
      </w:rPr>
      <w:t>fls</w:t>
    </w:r>
    <w:proofErr w:type="gramEnd"/>
    <w:r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A074A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F5D02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B59DB" w:rsidP="00CB59D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B59DB" w:rsidP="00CB59D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7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1F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1F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29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6230C2B"/>
    <w:multiLevelType w:val="hybridMultilevel"/>
    <w:tmpl w:val="3A9A988C"/>
    <w:lvl w:ilvl="0" w:tplc="E0FE30D6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FCA3E03"/>
    <w:multiLevelType w:val="hybridMultilevel"/>
    <w:tmpl w:val="40C425F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571E2"/>
    <w:multiLevelType w:val="hybridMultilevel"/>
    <w:tmpl w:val="78DE38C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9562E3"/>
    <w:multiLevelType w:val="hybridMultilevel"/>
    <w:tmpl w:val="64D23D6C"/>
    <w:lvl w:ilvl="0" w:tplc="108E85EE">
      <w:start w:val="1"/>
      <w:numFmt w:val="decimal"/>
      <w:lvlText w:val="%1."/>
      <w:lvlJc w:val="left"/>
      <w:pPr>
        <w:ind w:left="319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915" w:hanging="360"/>
      </w:pPr>
    </w:lvl>
    <w:lvl w:ilvl="2" w:tplc="0416001B" w:tentative="1">
      <w:start w:val="1"/>
      <w:numFmt w:val="lowerRoman"/>
      <w:lvlText w:val="%3."/>
      <w:lvlJc w:val="right"/>
      <w:pPr>
        <w:ind w:left="4635" w:hanging="180"/>
      </w:pPr>
    </w:lvl>
    <w:lvl w:ilvl="3" w:tplc="0416000F" w:tentative="1">
      <w:start w:val="1"/>
      <w:numFmt w:val="decimal"/>
      <w:lvlText w:val="%4."/>
      <w:lvlJc w:val="left"/>
      <w:pPr>
        <w:ind w:left="5355" w:hanging="360"/>
      </w:pPr>
    </w:lvl>
    <w:lvl w:ilvl="4" w:tplc="04160019" w:tentative="1">
      <w:start w:val="1"/>
      <w:numFmt w:val="lowerLetter"/>
      <w:lvlText w:val="%5."/>
      <w:lvlJc w:val="left"/>
      <w:pPr>
        <w:ind w:left="6075" w:hanging="360"/>
      </w:pPr>
    </w:lvl>
    <w:lvl w:ilvl="5" w:tplc="0416001B" w:tentative="1">
      <w:start w:val="1"/>
      <w:numFmt w:val="lowerRoman"/>
      <w:lvlText w:val="%6."/>
      <w:lvlJc w:val="right"/>
      <w:pPr>
        <w:ind w:left="6795" w:hanging="180"/>
      </w:pPr>
    </w:lvl>
    <w:lvl w:ilvl="6" w:tplc="0416000F" w:tentative="1">
      <w:start w:val="1"/>
      <w:numFmt w:val="decimal"/>
      <w:lvlText w:val="%7."/>
      <w:lvlJc w:val="left"/>
      <w:pPr>
        <w:ind w:left="7515" w:hanging="360"/>
      </w:pPr>
    </w:lvl>
    <w:lvl w:ilvl="7" w:tplc="04160019" w:tentative="1">
      <w:start w:val="1"/>
      <w:numFmt w:val="lowerLetter"/>
      <w:lvlText w:val="%8."/>
      <w:lvlJc w:val="left"/>
      <w:pPr>
        <w:ind w:left="8235" w:hanging="360"/>
      </w:pPr>
    </w:lvl>
    <w:lvl w:ilvl="8" w:tplc="0416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6" w15:restartNumberingAfterBreak="0">
    <w:nsid w:val="78604D77"/>
    <w:multiLevelType w:val="hybridMultilevel"/>
    <w:tmpl w:val="2E6E828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064"/>
    <w:rsid w:val="00001019"/>
    <w:rsid w:val="00012789"/>
    <w:rsid w:val="00014898"/>
    <w:rsid w:val="00024FD3"/>
    <w:rsid w:val="000273B5"/>
    <w:rsid w:val="00035DB4"/>
    <w:rsid w:val="00056288"/>
    <w:rsid w:val="00072CAF"/>
    <w:rsid w:val="0008094D"/>
    <w:rsid w:val="00094490"/>
    <w:rsid w:val="000958D5"/>
    <w:rsid w:val="00097CAE"/>
    <w:rsid w:val="000E0F94"/>
    <w:rsid w:val="000F6251"/>
    <w:rsid w:val="00106F15"/>
    <w:rsid w:val="00111E36"/>
    <w:rsid w:val="001144BE"/>
    <w:rsid w:val="001211F2"/>
    <w:rsid w:val="00124CEE"/>
    <w:rsid w:val="00126329"/>
    <w:rsid w:val="00127A4D"/>
    <w:rsid w:val="0014591F"/>
    <w:rsid w:val="00147ABF"/>
    <w:rsid w:val="00150EE2"/>
    <w:rsid w:val="00172E81"/>
    <w:rsid w:val="0017546C"/>
    <w:rsid w:val="00181CD2"/>
    <w:rsid w:val="001A09F2"/>
    <w:rsid w:val="001A2E5F"/>
    <w:rsid w:val="001B0773"/>
    <w:rsid w:val="001F13C3"/>
    <w:rsid w:val="00204ED7"/>
    <w:rsid w:val="00205AE6"/>
    <w:rsid w:val="00230859"/>
    <w:rsid w:val="00236416"/>
    <w:rsid w:val="00247B2D"/>
    <w:rsid w:val="00253C82"/>
    <w:rsid w:val="00265D6E"/>
    <w:rsid w:val="00295332"/>
    <w:rsid w:val="002A7434"/>
    <w:rsid w:val="002A7B2A"/>
    <w:rsid w:val="002C49B7"/>
    <w:rsid w:val="002C4B2B"/>
    <w:rsid w:val="002C5C70"/>
    <w:rsid w:val="002D2F2B"/>
    <w:rsid w:val="002D3D9E"/>
    <w:rsid w:val="002F02DB"/>
    <w:rsid w:val="003005DE"/>
    <w:rsid w:val="0030168E"/>
    <w:rsid w:val="00317C1A"/>
    <w:rsid w:val="00323F0F"/>
    <w:rsid w:val="00347D5E"/>
    <w:rsid w:val="00367F86"/>
    <w:rsid w:val="00375F54"/>
    <w:rsid w:val="00381797"/>
    <w:rsid w:val="003848C4"/>
    <w:rsid w:val="00397FF3"/>
    <w:rsid w:val="003A77BE"/>
    <w:rsid w:val="003B1DF5"/>
    <w:rsid w:val="003B3EF2"/>
    <w:rsid w:val="003C221B"/>
    <w:rsid w:val="003E188F"/>
    <w:rsid w:val="003E28E3"/>
    <w:rsid w:val="003F7497"/>
    <w:rsid w:val="00401ED9"/>
    <w:rsid w:val="004070B6"/>
    <w:rsid w:val="00412795"/>
    <w:rsid w:val="00413A44"/>
    <w:rsid w:val="004223BA"/>
    <w:rsid w:val="00424495"/>
    <w:rsid w:val="004362B9"/>
    <w:rsid w:val="00445771"/>
    <w:rsid w:val="00452DBE"/>
    <w:rsid w:val="00471580"/>
    <w:rsid w:val="00487D64"/>
    <w:rsid w:val="00493115"/>
    <w:rsid w:val="0049426A"/>
    <w:rsid w:val="004B234F"/>
    <w:rsid w:val="004C2C30"/>
    <w:rsid w:val="004C6C78"/>
    <w:rsid w:val="004E06ED"/>
    <w:rsid w:val="004E2CA5"/>
    <w:rsid w:val="004E46DA"/>
    <w:rsid w:val="004F36E4"/>
    <w:rsid w:val="004F39E9"/>
    <w:rsid w:val="004F5D02"/>
    <w:rsid w:val="004F690D"/>
    <w:rsid w:val="004F6A11"/>
    <w:rsid w:val="00505357"/>
    <w:rsid w:val="00505FD8"/>
    <w:rsid w:val="005172BA"/>
    <w:rsid w:val="00524669"/>
    <w:rsid w:val="00533862"/>
    <w:rsid w:val="00564368"/>
    <w:rsid w:val="0057376F"/>
    <w:rsid w:val="00575C31"/>
    <w:rsid w:val="0058109A"/>
    <w:rsid w:val="005868AE"/>
    <w:rsid w:val="005A01D0"/>
    <w:rsid w:val="005A03FA"/>
    <w:rsid w:val="005B3D21"/>
    <w:rsid w:val="005C3938"/>
    <w:rsid w:val="005D702D"/>
    <w:rsid w:val="005E138D"/>
    <w:rsid w:val="005F5F91"/>
    <w:rsid w:val="006101E1"/>
    <w:rsid w:val="00615027"/>
    <w:rsid w:val="006222B4"/>
    <w:rsid w:val="00624472"/>
    <w:rsid w:val="00624A14"/>
    <w:rsid w:val="006426AE"/>
    <w:rsid w:val="00667F36"/>
    <w:rsid w:val="00674F7D"/>
    <w:rsid w:val="006771A8"/>
    <w:rsid w:val="00681021"/>
    <w:rsid w:val="00682E6E"/>
    <w:rsid w:val="00691CF5"/>
    <w:rsid w:val="0069312F"/>
    <w:rsid w:val="006A370D"/>
    <w:rsid w:val="006B0B8E"/>
    <w:rsid w:val="006B1A4C"/>
    <w:rsid w:val="006C59BC"/>
    <w:rsid w:val="006D632A"/>
    <w:rsid w:val="006D6F7D"/>
    <w:rsid w:val="006E7E66"/>
    <w:rsid w:val="006F07C4"/>
    <w:rsid w:val="006F4E64"/>
    <w:rsid w:val="006F7B0A"/>
    <w:rsid w:val="00715F74"/>
    <w:rsid w:val="00725E66"/>
    <w:rsid w:val="00727CDB"/>
    <w:rsid w:val="00730BF2"/>
    <w:rsid w:val="0073407F"/>
    <w:rsid w:val="007543D3"/>
    <w:rsid w:val="00755A26"/>
    <w:rsid w:val="00770D3D"/>
    <w:rsid w:val="00775A1B"/>
    <w:rsid w:val="007838DC"/>
    <w:rsid w:val="00790911"/>
    <w:rsid w:val="007A074A"/>
    <w:rsid w:val="007C72F8"/>
    <w:rsid w:val="007D2AE5"/>
    <w:rsid w:val="007D39FD"/>
    <w:rsid w:val="007E3E6D"/>
    <w:rsid w:val="007E3F69"/>
    <w:rsid w:val="007F58B8"/>
    <w:rsid w:val="007F75CA"/>
    <w:rsid w:val="0080197E"/>
    <w:rsid w:val="00820C13"/>
    <w:rsid w:val="008230F7"/>
    <w:rsid w:val="00827934"/>
    <w:rsid w:val="00831F5E"/>
    <w:rsid w:val="00833E7C"/>
    <w:rsid w:val="00834BB3"/>
    <w:rsid w:val="00844BEB"/>
    <w:rsid w:val="00847467"/>
    <w:rsid w:val="008474F2"/>
    <w:rsid w:val="00870972"/>
    <w:rsid w:val="00877E50"/>
    <w:rsid w:val="008909A4"/>
    <w:rsid w:val="008A0EB2"/>
    <w:rsid w:val="008C33AB"/>
    <w:rsid w:val="008D08A1"/>
    <w:rsid w:val="008D7A93"/>
    <w:rsid w:val="008E14EF"/>
    <w:rsid w:val="009032BC"/>
    <w:rsid w:val="00922964"/>
    <w:rsid w:val="00923021"/>
    <w:rsid w:val="009234FA"/>
    <w:rsid w:val="00935E63"/>
    <w:rsid w:val="00937748"/>
    <w:rsid w:val="00941472"/>
    <w:rsid w:val="00945DAA"/>
    <w:rsid w:val="00947F08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6180"/>
    <w:rsid w:val="00A21A8C"/>
    <w:rsid w:val="00A349F1"/>
    <w:rsid w:val="00A46B01"/>
    <w:rsid w:val="00A51064"/>
    <w:rsid w:val="00A613EE"/>
    <w:rsid w:val="00A92CB9"/>
    <w:rsid w:val="00A94EA0"/>
    <w:rsid w:val="00AC24F9"/>
    <w:rsid w:val="00AC712C"/>
    <w:rsid w:val="00AD430F"/>
    <w:rsid w:val="00AD6B47"/>
    <w:rsid w:val="00B004D8"/>
    <w:rsid w:val="00B079D6"/>
    <w:rsid w:val="00B10E9F"/>
    <w:rsid w:val="00B43A75"/>
    <w:rsid w:val="00B57E0F"/>
    <w:rsid w:val="00B605E2"/>
    <w:rsid w:val="00B75CEF"/>
    <w:rsid w:val="00B8193D"/>
    <w:rsid w:val="00B820F8"/>
    <w:rsid w:val="00BA1565"/>
    <w:rsid w:val="00BB3F3E"/>
    <w:rsid w:val="00BC44DF"/>
    <w:rsid w:val="00BD1F36"/>
    <w:rsid w:val="00BD3C47"/>
    <w:rsid w:val="00BE0095"/>
    <w:rsid w:val="00BE1B39"/>
    <w:rsid w:val="00BF791A"/>
    <w:rsid w:val="00C06926"/>
    <w:rsid w:val="00C06BEA"/>
    <w:rsid w:val="00C1124A"/>
    <w:rsid w:val="00C36E68"/>
    <w:rsid w:val="00C42806"/>
    <w:rsid w:val="00C44D39"/>
    <w:rsid w:val="00C45509"/>
    <w:rsid w:val="00C71808"/>
    <w:rsid w:val="00C75291"/>
    <w:rsid w:val="00C76263"/>
    <w:rsid w:val="00C93BC9"/>
    <w:rsid w:val="00CA759E"/>
    <w:rsid w:val="00CB15F2"/>
    <w:rsid w:val="00CB2BAB"/>
    <w:rsid w:val="00CB59DB"/>
    <w:rsid w:val="00CC1C14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83C3F"/>
    <w:rsid w:val="00DA5A2B"/>
    <w:rsid w:val="00DB23E5"/>
    <w:rsid w:val="00DB48F6"/>
    <w:rsid w:val="00DB7D23"/>
    <w:rsid w:val="00DE50DD"/>
    <w:rsid w:val="00DE68A1"/>
    <w:rsid w:val="00E0249F"/>
    <w:rsid w:val="00E07978"/>
    <w:rsid w:val="00E11F92"/>
    <w:rsid w:val="00E14F37"/>
    <w:rsid w:val="00E208BB"/>
    <w:rsid w:val="00E3022D"/>
    <w:rsid w:val="00E66CFD"/>
    <w:rsid w:val="00E721EC"/>
    <w:rsid w:val="00E86C30"/>
    <w:rsid w:val="00E90791"/>
    <w:rsid w:val="00E90C30"/>
    <w:rsid w:val="00EB04D6"/>
    <w:rsid w:val="00EC1765"/>
    <w:rsid w:val="00ED2065"/>
    <w:rsid w:val="00ED4355"/>
    <w:rsid w:val="00F00F3D"/>
    <w:rsid w:val="00F27895"/>
    <w:rsid w:val="00F420E5"/>
    <w:rsid w:val="00F5150F"/>
    <w:rsid w:val="00F56E47"/>
    <w:rsid w:val="00F65C85"/>
    <w:rsid w:val="00F73DA3"/>
    <w:rsid w:val="00FA1016"/>
    <w:rsid w:val="00FA3CFC"/>
    <w:rsid w:val="00FA470B"/>
    <w:rsid w:val="00FB00FA"/>
    <w:rsid w:val="00FC1C13"/>
    <w:rsid w:val="00FC4201"/>
    <w:rsid w:val="00FE28F8"/>
    <w:rsid w:val="00FE3B6B"/>
    <w:rsid w:val="00FE3E0F"/>
    <w:rsid w:val="00FE7E2A"/>
    <w:rsid w:val="00FF3FD5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FF610C5-5652-4D6B-B256-A587D631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E68A1"/>
    <w:pPr>
      <w:ind w:left="720"/>
      <w:contextualSpacing/>
    </w:pPr>
  </w:style>
  <w:style w:type="character" w:customStyle="1" w:styleId="Ttulo2Char">
    <w:name w:val="Título 2 Char"/>
    <w:basedOn w:val="Fontepargpadro"/>
    <w:link w:val="Ttulo2"/>
    <w:uiPriority w:val="9"/>
    <w:rsid w:val="00A51064"/>
    <w:rPr>
      <w:rFonts w:ascii="Century Schoolbook" w:hAnsi="Century Schoolbook"/>
      <w:sz w:val="24"/>
      <w:szCs w:val="24"/>
    </w:rPr>
  </w:style>
  <w:style w:type="paragraph" w:customStyle="1" w:styleId="Default">
    <w:name w:val="Default"/>
    <w:basedOn w:val="Normal"/>
    <w:rsid w:val="004F36E4"/>
    <w:pPr>
      <w:autoSpaceDE w:val="0"/>
      <w:autoSpaceDN w:val="0"/>
    </w:pPr>
    <w:rPr>
      <w:rFonts w:ascii="Tahoma" w:eastAsiaTheme="minorHAnsi" w:hAnsi="Tahoma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&#225;rio\Documents\Modelos%20Personalizados%20do%20Office\Modelo%20em%20branc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8291A-CAAF-4E6A-8EB4-59EB1C927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em branco.dotx</Template>
  <TotalTime>52</TotalTime>
  <Pages>1</Pages>
  <Words>187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B Sales Neto</dc:creator>
  <cp:keywords/>
  <cp:lastModifiedBy>Moacir Bento Sales Neto</cp:lastModifiedBy>
  <cp:revision>17</cp:revision>
  <cp:lastPrinted>2017-11-29T15:22:00Z</cp:lastPrinted>
  <dcterms:created xsi:type="dcterms:W3CDTF">2017-11-21T14:15:00Z</dcterms:created>
  <dcterms:modified xsi:type="dcterms:W3CDTF">2018-03-28T15:23:00Z</dcterms:modified>
</cp:coreProperties>
</file>